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0AB" w:rsidRDefault="001720AB" w:rsidP="00044BE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</w:t>
      </w:r>
      <w:r w:rsidRPr="00044BE4">
        <w:rPr>
          <w:rFonts w:ascii="Times New Roman" w:hAnsi="Times New Roman" w:cs="Times New Roman"/>
          <w:sz w:val="26"/>
          <w:szCs w:val="26"/>
        </w:rPr>
        <w:t>Приложение</w:t>
      </w:r>
    </w:p>
    <w:p w:rsidR="001720AB" w:rsidRDefault="001720AB" w:rsidP="00044BE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44B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 приказу Управления Минюста России </w:t>
      </w:r>
    </w:p>
    <w:p w:rsidR="001720AB" w:rsidRDefault="001720AB" w:rsidP="00044BE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Томской области от 01.07.2013 № 67</w:t>
      </w:r>
    </w:p>
    <w:p w:rsidR="001720AB" w:rsidRDefault="001720AB" w:rsidP="00044BE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720AB" w:rsidRDefault="001720AB" w:rsidP="00044B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4BE4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1720AB" w:rsidRDefault="001720AB" w:rsidP="00044B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работы Координационного совета при Управлении Министерства юстиции Российской Федерации по Томской области на 2-ое полугодие 2013 года</w:t>
      </w:r>
    </w:p>
    <w:p w:rsidR="001720AB" w:rsidRDefault="001720AB" w:rsidP="00044B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70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5953"/>
        <w:gridCol w:w="2551"/>
        <w:gridCol w:w="2552"/>
        <w:gridCol w:w="2694"/>
      </w:tblGrid>
      <w:tr w:rsidR="001720AB" w:rsidRPr="00F34A73">
        <w:tc>
          <w:tcPr>
            <w:tcW w:w="959" w:type="dxa"/>
          </w:tcPr>
          <w:p w:rsidR="001720AB" w:rsidRPr="00F34A73" w:rsidRDefault="001720AB" w:rsidP="00F34A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4A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№№</w:t>
            </w:r>
          </w:p>
          <w:p w:rsidR="001720AB" w:rsidRPr="00F34A73" w:rsidRDefault="001720AB" w:rsidP="00F34A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4A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3" w:type="dxa"/>
          </w:tcPr>
          <w:p w:rsidR="001720AB" w:rsidRPr="00F34A73" w:rsidRDefault="001720AB" w:rsidP="00F34A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4A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Вопросы повестки дня</w:t>
            </w:r>
          </w:p>
        </w:tc>
        <w:tc>
          <w:tcPr>
            <w:tcW w:w="2551" w:type="dxa"/>
          </w:tcPr>
          <w:p w:rsidR="001720AB" w:rsidRPr="00F34A73" w:rsidRDefault="001720AB" w:rsidP="00F34A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4A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проведения</w:t>
            </w:r>
          </w:p>
        </w:tc>
        <w:tc>
          <w:tcPr>
            <w:tcW w:w="2552" w:type="dxa"/>
          </w:tcPr>
          <w:p w:rsidR="001720AB" w:rsidRPr="00F34A73" w:rsidRDefault="001720AB" w:rsidP="00F34A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4A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2694" w:type="dxa"/>
          </w:tcPr>
          <w:p w:rsidR="001720AB" w:rsidRPr="00F34A73" w:rsidRDefault="001720AB" w:rsidP="00F34A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4A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1720AB" w:rsidRPr="00F34A73">
        <w:tc>
          <w:tcPr>
            <w:tcW w:w="959" w:type="dxa"/>
          </w:tcPr>
          <w:p w:rsidR="001720AB" w:rsidRPr="00F34A73" w:rsidRDefault="001720AB" w:rsidP="00F34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A7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53" w:type="dxa"/>
          </w:tcPr>
          <w:p w:rsidR="001720AB" w:rsidRPr="00F34A73" w:rsidRDefault="001720AB" w:rsidP="00F34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A73">
              <w:rPr>
                <w:rFonts w:ascii="Times New Roman" w:hAnsi="Times New Roman" w:cs="Times New Roman"/>
                <w:sz w:val="28"/>
                <w:szCs w:val="28"/>
              </w:rPr>
              <w:t>Об итогах реализации в 2013 году Концепции развития уголовно-исполнительной системы.</w:t>
            </w:r>
          </w:p>
        </w:tc>
        <w:tc>
          <w:tcPr>
            <w:tcW w:w="2551" w:type="dxa"/>
            <w:vMerge w:val="restart"/>
          </w:tcPr>
          <w:p w:rsidR="001720AB" w:rsidRPr="00F34A73" w:rsidRDefault="001720AB" w:rsidP="00F34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34A73">
              <w:rPr>
                <w:rFonts w:ascii="Times New Roman" w:hAnsi="Times New Roman" w:cs="Times New Roman"/>
                <w:sz w:val="28"/>
                <w:szCs w:val="28"/>
              </w:rPr>
              <w:t>оябрь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-декабрь</w:t>
            </w:r>
          </w:p>
        </w:tc>
        <w:tc>
          <w:tcPr>
            <w:tcW w:w="2552" w:type="dxa"/>
          </w:tcPr>
          <w:p w:rsidR="001720AB" w:rsidRPr="00F34A73" w:rsidRDefault="001720AB" w:rsidP="00F34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A73">
              <w:rPr>
                <w:rFonts w:ascii="Times New Roman" w:hAnsi="Times New Roman" w:cs="Times New Roman"/>
                <w:sz w:val="28"/>
                <w:szCs w:val="28"/>
              </w:rPr>
              <w:t>Шамин А.Н.</w:t>
            </w:r>
          </w:p>
        </w:tc>
        <w:tc>
          <w:tcPr>
            <w:tcW w:w="2694" w:type="dxa"/>
          </w:tcPr>
          <w:p w:rsidR="001720AB" w:rsidRPr="00F34A73" w:rsidRDefault="001720AB" w:rsidP="00F34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A73">
              <w:rPr>
                <w:rFonts w:ascii="Times New Roman" w:hAnsi="Times New Roman" w:cs="Times New Roman"/>
                <w:sz w:val="28"/>
                <w:szCs w:val="28"/>
              </w:rPr>
              <w:t>Теущаков Н.В.</w:t>
            </w:r>
          </w:p>
        </w:tc>
      </w:tr>
      <w:tr w:rsidR="001720AB" w:rsidRPr="00F34A73">
        <w:tc>
          <w:tcPr>
            <w:tcW w:w="959" w:type="dxa"/>
          </w:tcPr>
          <w:p w:rsidR="001720AB" w:rsidRPr="00F34A73" w:rsidRDefault="001720AB" w:rsidP="00F34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A7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</w:tcPr>
          <w:p w:rsidR="001720AB" w:rsidRPr="00F34A73" w:rsidRDefault="001720AB" w:rsidP="00F34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A73">
              <w:rPr>
                <w:rFonts w:ascii="Times New Roman" w:hAnsi="Times New Roman" w:cs="Times New Roman"/>
                <w:sz w:val="28"/>
                <w:szCs w:val="28"/>
              </w:rPr>
              <w:t>О деятельности органов государственной власти Томской области по изданию административных регламентов исполнения государственных функций и предоставления государственных услуг. О мерах, принимаемых Управлением Минюста России по Томской области, по приведению их в соответствие с федеральным законодательством.</w:t>
            </w:r>
          </w:p>
        </w:tc>
        <w:tc>
          <w:tcPr>
            <w:tcW w:w="2551" w:type="dxa"/>
            <w:vMerge/>
          </w:tcPr>
          <w:p w:rsidR="001720AB" w:rsidRPr="00F34A73" w:rsidRDefault="001720AB" w:rsidP="00F34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720AB" w:rsidRPr="00F34A73" w:rsidRDefault="001720AB" w:rsidP="00F34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A73">
              <w:rPr>
                <w:rFonts w:ascii="Times New Roman" w:hAnsi="Times New Roman" w:cs="Times New Roman"/>
                <w:sz w:val="28"/>
                <w:szCs w:val="28"/>
              </w:rPr>
              <w:t>Карташова Е.Г.</w:t>
            </w:r>
          </w:p>
        </w:tc>
        <w:tc>
          <w:tcPr>
            <w:tcW w:w="2694" w:type="dxa"/>
          </w:tcPr>
          <w:p w:rsidR="001720AB" w:rsidRPr="00F34A73" w:rsidRDefault="001720AB" w:rsidP="00F34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A73">
              <w:rPr>
                <w:rFonts w:ascii="Times New Roman" w:hAnsi="Times New Roman" w:cs="Times New Roman"/>
                <w:sz w:val="28"/>
                <w:szCs w:val="28"/>
              </w:rPr>
              <w:t>Иванченко Ю.В.</w:t>
            </w:r>
          </w:p>
        </w:tc>
      </w:tr>
    </w:tbl>
    <w:p w:rsidR="001720AB" w:rsidRPr="00044BE4" w:rsidRDefault="001720AB" w:rsidP="00044B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1720AB" w:rsidRPr="00044BE4" w:rsidSect="00044B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BE4"/>
    <w:rsid w:val="00044BE4"/>
    <w:rsid w:val="001720AB"/>
    <w:rsid w:val="0098726F"/>
    <w:rsid w:val="009E5C48"/>
    <w:rsid w:val="00DD30E4"/>
    <w:rsid w:val="00F34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0E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44BE4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138</Words>
  <Characters>792</Characters>
  <Application>Microsoft Office Outlook</Application>
  <DocSecurity>0</DocSecurity>
  <Lines>0</Lines>
  <Paragraphs>0</Paragraphs>
  <ScaleCrop>false</ScaleCrop>
  <Company>Управление минюст РФ по ТО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btu</dc:creator>
  <cp:keywords/>
  <dc:description/>
  <cp:lastModifiedBy>asg</cp:lastModifiedBy>
  <cp:revision>3</cp:revision>
  <dcterms:created xsi:type="dcterms:W3CDTF">2013-12-05T05:43:00Z</dcterms:created>
  <dcterms:modified xsi:type="dcterms:W3CDTF">2013-12-09T01:35:00Z</dcterms:modified>
</cp:coreProperties>
</file>